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7E04F" w14:textId="23D4D7A2" w:rsidR="009F57C6" w:rsidRDefault="0086452A" w:rsidP="00360EFA">
      <w:pPr>
        <w:pStyle w:val="Heading1"/>
      </w:pPr>
      <w:bookmarkStart w:id="0" w:name="_GoBack"/>
      <w:bookmarkEnd w:id="0"/>
      <w:r>
        <w:t xml:space="preserve">The Top </w:t>
      </w:r>
      <w:r w:rsidR="00940253">
        <w:t xml:space="preserve">5 </w:t>
      </w:r>
      <w:r>
        <w:t>Ways to Increase Your Emotional Intelligence</w:t>
      </w:r>
    </w:p>
    <w:p w14:paraId="02451530" w14:textId="77777777" w:rsidR="00360EFA" w:rsidRDefault="00360EFA" w:rsidP="00360EFA"/>
    <w:p w14:paraId="2F4A87DD" w14:textId="2C13987D" w:rsidR="00360EFA" w:rsidRDefault="0086452A" w:rsidP="00360EFA">
      <w:r>
        <w:t xml:space="preserve">There are countless ways to improve your overall life. However, the chances are high that you're overlooking one of the major areas: your emotional intelligence. </w:t>
      </w:r>
      <w:r w:rsidR="0011748A">
        <w:t xml:space="preserve">Improving your emotional intelligence can create a significant difference when it comes to your happiness and </w:t>
      </w:r>
      <w:r w:rsidR="00D61A12">
        <w:t xml:space="preserve">success. If you’re looking to increase your emotional intelligence, here are the top six methods to try. </w:t>
      </w:r>
    </w:p>
    <w:p w14:paraId="06CDB7C0" w14:textId="1D0EE70A" w:rsidR="00D61A12" w:rsidRDefault="00D61A12" w:rsidP="00360EFA"/>
    <w:p w14:paraId="5FC23D80" w14:textId="7746CEAE" w:rsidR="00D61A12" w:rsidRDefault="0086452A" w:rsidP="00360EFA">
      <w:pPr>
        <w:rPr>
          <w:b/>
          <w:bCs/>
        </w:rPr>
      </w:pPr>
      <w:r>
        <w:rPr>
          <w:b/>
          <w:bCs/>
        </w:rPr>
        <w:t>Find Stress-Relieving Techniques</w:t>
      </w:r>
    </w:p>
    <w:p w14:paraId="7273D8DA" w14:textId="7661BC63" w:rsidR="007832AC" w:rsidRDefault="0086452A" w:rsidP="00360EFA">
      <w:r>
        <w:t>One of the easiest ways that you can improve your emotional intelligence is to determine your source</w:t>
      </w:r>
      <w:r>
        <w:t xml:space="preserve">s of stress and find a way to limit them. Stress-relief measures, like meditation, deep breathing, and yoga, </w:t>
      </w:r>
      <w:r w:rsidR="001B05BC">
        <w:t>might work for some people, but others might find hitting the speed bag or going for a run to be more effective at reducing stress. Finding out what works best for you can help you become more emotionally intelligent in no time.</w:t>
      </w:r>
    </w:p>
    <w:p w14:paraId="1E850FF6" w14:textId="71C21CB7" w:rsidR="001B05BC" w:rsidRDefault="001B05BC" w:rsidP="00360EFA"/>
    <w:p w14:paraId="3ED49C34" w14:textId="52C5A141" w:rsidR="001B05BC" w:rsidRDefault="0086452A" w:rsidP="00360EFA">
      <w:pPr>
        <w:rPr>
          <w:b/>
          <w:bCs/>
        </w:rPr>
      </w:pPr>
      <w:r>
        <w:rPr>
          <w:b/>
          <w:bCs/>
        </w:rPr>
        <w:t>Take a Pause Before You Judge</w:t>
      </w:r>
    </w:p>
    <w:p w14:paraId="02C81C53" w14:textId="613B1547" w:rsidR="006908D9" w:rsidRDefault="0086452A" w:rsidP="00360EFA">
      <w:r>
        <w:t xml:space="preserve">Judging others is often a knee-jerk reaction that has become second nature to many of us. </w:t>
      </w:r>
      <w:r w:rsidR="00020671">
        <w:t>However, if you want to increase your emotional intelligence, you need to identify your judgmental thoughts and try to pause</w:t>
      </w:r>
      <w:r w:rsidR="00F92869">
        <w:t xml:space="preserve"> before you make a quick judgment. When you take the time to think about it, you may find that you are not upset at the person, but you are dealing with stress in another part of your life.  </w:t>
      </w:r>
    </w:p>
    <w:p w14:paraId="32AC1E55" w14:textId="10147F0B" w:rsidR="00630D32" w:rsidRDefault="00630D32" w:rsidP="00360EFA"/>
    <w:p w14:paraId="64BF81C3" w14:textId="32F48B02" w:rsidR="00630D32" w:rsidRDefault="0086452A" w:rsidP="00360EFA">
      <w:pPr>
        <w:rPr>
          <w:b/>
          <w:bCs/>
        </w:rPr>
      </w:pPr>
      <w:r>
        <w:rPr>
          <w:b/>
          <w:bCs/>
        </w:rPr>
        <w:t>Become Aware of How You Feel</w:t>
      </w:r>
    </w:p>
    <w:p w14:paraId="6A859CB9" w14:textId="0AB457B6" w:rsidR="00783DA4" w:rsidRDefault="0086452A" w:rsidP="00360EFA">
      <w:r>
        <w:t xml:space="preserve">Rather than immediately trying to combat negative feelings, take some time to sit with them for a while first. Start to understand what it means for you to feel anger, resentment, or anger without </w:t>
      </w:r>
      <w:r w:rsidR="0055454C">
        <w:t xml:space="preserve">an immediate fix can help you address what is causing you to feel those feelings and allows you to find a healthier way to deal with those emotions. </w:t>
      </w:r>
    </w:p>
    <w:p w14:paraId="43958FB9" w14:textId="5BB7854C" w:rsidR="00641847" w:rsidRDefault="00641847" w:rsidP="00360EFA"/>
    <w:p w14:paraId="2A818D53" w14:textId="60E75429" w:rsidR="00641847" w:rsidRDefault="0086452A" w:rsidP="00360EFA">
      <w:pPr>
        <w:rPr>
          <w:b/>
          <w:bCs/>
        </w:rPr>
      </w:pPr>
      <w:r>
        <w:rPr>
          <w:b/>
          <w:bCs/>
        </w:rPr>
        <w:t>Learn to Take Criticism</w:t>
      </w:r>
    </w:p>
    <w:p w14:paraId="2594A640" w14:textId="6B616356" w:rsidR="00641847" w:rsidRDefault="0086452A" w:rsidP="00360EFA">
      <w:r>
        <w:t>No one likes to feel as though they are being criticized.</w:t>
      </w:r>
      <w:r w:rsidR="009F6967">
        <w:t xml:space="preserve"> However, learning to accept constructive criticism is a significant part of being emotionally intelligent. Understanding why </w:t>
      </w:r>
      <w:r w:rsidR="00A849B0">
        <w:t xml:space="preserve">that criticism might be </w:t>
      </w:r>
      <w:r w:rsidR="009F21A4">
        <w:t>necessary, and</w:t>
      </w:r>
      <w:r w:rsidR="00A849B0">
        <w:t xml:space="preserve"> learning how to believe what is being said might be true and adapting your performance is a massive step for increasing your emotional intelligence.  </w:t>
      </w:r>
    </w:p>
    <w:p w14:paraId="7205DA8A" w14:textId="659DD71E" w:rsidR="00CE23B6" w:rsidRDefault="00CE23B6" w:rsidP="00360EFA"/>
    <w:p w14:paraId="735284D1" w14:textId="3E7E22C5" w:rsidR="00CE23B6" w:rsidRDefault="0086452A" w:rsidP="00360EFA">
      <w:pPr>
        <w:rPr>
          <w:b/>
          <w:bCs/>
        </w:rPr>
      </w:pPr>
      <w:r>
        <w:rPr>
          <w:b/>
          <w:bCs/>
        </w:rPr>
        <w:lastRenderedPageBreak/>
        <w:t>Accept Your Weaknesses</w:t>
      </w:r>
    </w:p>
    <w:p w14:paraId="594AF051" w14:textId="2D366D07" w:rsidR="00360EFA" w:rsidRDefault="0086452A">
      <w:r>
        <w:t>No one is perfect, and that's alright. However, if you are looking to increase your emotional intelligence, it is imperative that you accept your weakness and learn from them, rather than simply denying that you have t</w:t>
      </w:r>
      <w:r>
        <w:t xml:space="preserve">hem. </w:t>
      </w:r>
      <w:r w:rsidR="00F26308">
        <w:t>Learning to accept your shortcomings can significantly improve your emotional intelligence.</w:t>
      </w:r>
    </w:p>
    <w:p w14:paraId="1C0171D3" w14:textId="7E785BAE" w:rsidR="00C04F3D" w:rsidRDefault="00C04F3D"/>
    <w:p w14:paraId="6A620C9B" w14:textId="7A3DFAED" w:rsidR="00C04F3D" w:rsidRPr="00467E09" w:rsidRDefault="0086452A">
      <w:r>
        <w:t>Emotional intelligence is an essential aspect of both your personal and professional success. Following these five methods for increasing your emotional intel</w:t>
      </w:r>
      <w:r>
        <w:t>ligence can significantly improve your life.</w:t>
      </w:r>
    </w:p>
    <w:sectPr w:rsidR="00C04F3D" w:rsidRPr="00467E09"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FA"/>
    <w:rsid w:val="00020671"/>
    <w:rsid w:val="0011748A"/>
    <w:rsid w:val="001B05BC"/>
    <w:rsid w:val="00360EFA"/>
    <w:rsid w:val="00441E19"/>
    <w:rsid w:val="00467E09"/>
    <w:rsid w:val="0055454C"/>
    <w:rsid w:val="00623ED3"/>
    <w:rsid w:val="00630D32"/>
    <w:rsid w:val="00641847"/>
    <w:rsid w:val="006908D9"/>
    <w:rsid w:val="00762A7B"/>
    <w:rsid w:val="007832AC"/>
    <w:rsid w:val="00783DA4"/>
    <w:rsid w:val="00786189"/>
    <w:rsid w:val="0086452A"/>
    <w:rsid w:val="00940253"/>
    <w:rsid w:val="00995CB4"/>
    <w:rsid w:val="00995FB5"/>
    <w:rsid w:val="009F21A4"/>
    <w:rsid w:val="009F57C6"/>
    <w:rsid w:val="009F6967"/>
    <w:rsid w:val="00A849B0"/>
    <w:rsid w:val="00C04F3D"/>
    <w:rsid w:val="00CE23B6"/>
    <w:rsid w:val="00D61A12"/>
    <w:rsid w:val="00D74224"/>
    <w:rsid w:val="00DE7C9B"/>
    <w:rsid w:val="00E0138E"/>
    <w:rsid w:val="00E11D53"/>
    <w:rsid w:val="00E35FB7"/>
    <w:rsid w:val="00F26308"/>
    <w:rsid w:val="00F849D1"/>
    <w:rsid w:val="00F92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F72A2F"/>
  <w15:chartTrackingRefBased/>
  <w15:docId w15:val="{C961FE5C-CCB1-5346-A621-29042493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433</Words>
  <Characters>2215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2019-06-23T20:12:00Z</dcterms:created>
  <dcterms:modified xsi:type="dcterms:W3CDTF">2019-06-23T20:12:00Z</dcterms:modified>
  <cp:category/>
</cp:coreProperties>
</file>